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1914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23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1914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1914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Северна</w:t>
            </w:r>
            <w:r w:rsidR="0099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Европа:природногеографске  одлике—</w:t>
            </w:r>
            <w:r w:rsidR="001914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 суседству  Арктика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6D5681" w:rsidRDefault="00D0461E" w:rsidP="00994BD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1914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4BD7" w:rsidRP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Објаснити ученицима  прородногеографгске  одлике  С</w:t>
            </w:r>
            <w:r w:rsidR="001914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еверне</w:t>
            </w:r>
            <w:r w:rsidR="00994BD7" w:rsidRP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94BD7" w:rsidRPr="00994B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нова знања о географском  положају и природним одликама   </w:t>
            </w:r>
            <w:r w:rsidR="00994BD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9148D">
              <w:rPr>
                <w:rFonts w:ascii="Times New Roman" w:hAnsi="Times New Roman"/>
                <w:sz w:val="24"/>
                <w:szCs w:val="24"/>
                <w:lang w:val="sr-Cyrl-CS"/>
              </w:rPr>
              <w:t>еверне</w:t>
            </w:r>
            <w:r w:rsidR="00994B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94BD7" w:rsidRPr="00994BD7">
              <w:rPr>
                <w:rFonts w:ascii="Times New Roman" w:hAnsi="Times New Roman"/>
                <w:sz w:val="24"/>
                <w:szCs w:val="24"/>
                <w:lang w:val="sr-Cyrl-CS"/>
              </w:rPr>
              <w:t>Европе</w:t>
            </w:r>
          </w:p>
          <w:p w:rsidR="0004179F" w:rsidRPr="0004179F" w:rsidRDefault="0004179F" w:rsidP="00A4521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9148D" w:rsidRPr="0019148D" w:rsidRDefault="00994BD7" w:rsidP="0019148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94BD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</w:t>
            </w:r>
            <w:r w:rsidR="0019148D" w:rsidRPr="0019148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објасни  специфичности  географског  положаја</w:t>
            </w:r>
            <w:r w:rsidR="0019148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Северне Европе</w:t>
            </w:r>
          </w:p>
          <w:p w:rsidR="0019148D" w:rsidRPr="0019148D" w:rsidRDefault="0019148D" w:rsidP="0019148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9148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одлике  рељефа  и  начин  његовог постанка</w:t>
            </w:r>
          </w:p>
          <w:p w:rsidR="0019148D" w:rsidRPr="0019148D" w:rsidRDefault="0019148D" w:rsidP="0019148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9148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-опише  одлике  климе   и  схвати  значај  </w:t>
            </w:r>
            <w:r w:rsidR="002E0F8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Северноатлантске  морске</w:t>
            </w:r>
            <w:r w:rsidRPr="0019148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струје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за  ублажавање  климе</w:t>
            </w:r>
          </w:p>
          <w:p w:rsidR="0019148D" w:rsidRPr="0019148D" w:rsidRDefault="0019148D" w:rsidP="0019148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9148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истскнуте  природне  ресурсе  и  објасни  њихов  значај</w:t>
            </w:r>
          </w:p>
          <w:p w:rsidR="00D0461E" w:rsidRPr="006D5681" w:rsidRDefault="00D0461E" w:rsidP="00670648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полуострва, архипелага,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еверне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природногеографске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 Северне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полуострва, архипелага, острва 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простору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еверне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С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еверне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о значају 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географског  положај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  за  географске  одлике  Северн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64F16" w:rsidRPr="006C1089" w:rsidRDefault="0045123D" w:rsidP="00994BD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ке везе и законитости   у  Северн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10F75" w:rsidRPr="00545C96" w:rsidRDefault="00994BD7" w:rsidP="007C3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t xml:space="preserve"> </w:t>
            </w:r>
            <w:r w:rsidR="007C35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са  ученицима  тражимо  да се присет</w:t>
            </w:r>
            <w:r w:rsidR="00FB6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7C35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које  све  познате  личности  знају, која  су  значајна научна  и  иметничка  достигућа  са простора  Северне Европе.Питамо их  да  ли  су  чули  за  Нобелову  награду.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D93068" w:rsidRPr="00545C96" w:rsidRDefault="00FB6DBE" w:rsidP="002E0F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Упућујемо  ученика данакарти  сверне  Европе  пронађу  северни поларник и објасне шта  он  представља.Захтевамо  од  ученика да на карти  у атласу пронађу  мора,  заливе,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острва  и  морске  пролазе  на  северу  Европе.</w:t>
            </w:r>
            <w:r w:rsidRPr="00FB6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ичемо  и  на карти  покзујемо  С</w:t>
            </w:r>
            <w:r w:rsidRPr="00FB6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кандинавске  планине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.Објашњавамо зашто  су  доминантни  облици  рељефа настали  радом ледника.Наглашавамо  велику  разуђеност  обалаи  посебно  истичемо  фјордове.Анализирамо клима-дијаграме </w:t>
            </w:r>
            <w:r w:rsidR="00240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 страни 59  у  уџбенику.и  појашњавамо  ублажујучи утицај  </w:t>
            </w:r>
            <w:r w:rsidR="002E0F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Северноатлантске морске  струје  на западне  обале  С</w:t>
            </w:r>
            <w:r w:rsidR="00240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кандинавског  полуострва.Истичемо велико  богатство  водом и  тражимо да  ученици  на карти у  атласу  пронађу  језера </w:t>
            </w:r>
            <w:r w:rsidR="002E0F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0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Венер,  Ветер,  Сајма.</w:t>
            </w:r>
            <w:r w:rsidR="002E0F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40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аводимо  најважније  природне  ресурсе-шуме, руде, море, земљиште и  геотермалне  ресурсе.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2408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0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овај  део  час  користимо  да ученицима објаснимо слику 2.  на  страни 58. како  би  их навели  да  размисле  како  се постојање  поларних дана  и  поларних  ноћи  одражава  на </w:t>
            </w:r>
            <w:r w:rsidR="00FB6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сва</w:t>
            </w:r>
            <w:r w:rsidR="00240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кодневни  живот  људи  у  земљама Северне  Европе.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Default="00A237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</w:t>
            </w:r>
            <w:r w:rsidRPr="00A237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ТАБЛЕ</w:t>
            </w:r>
          </w:p>
          <w:p w:rsidR="00A23785" w:rsidRDefault="00A237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E3D0F" w:rsidRDefault="00A23785" w:rsidP="002E3D0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</w:t>
            </w:r>
            <w:r w:rsidR="002E3D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СЕВЕРНА  ЕВРОПА: ПРИРОДНОГЕОГРАФСКЕ  ОДЛИКЕ</w:t>
            </w:r>
          </w:p>
          <w:p w:rsidR="002E3D0F" w:rsidRPr="002E3D0F" w:rsidRDefault="002E3D0F" w:rsidP="002E3D0F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2E3D0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  СУСЕДСТВУ  АРКТИКА</w:t>
            </w:r>
          </w:p>
          <w:p w:rsidR="005F15DF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-северни  хладни  појас—близина  Арктика</w:t>
            </w:r>
          </w:p>
          <w:p w:rsidR="00665258" w:rsidRDefault="00F12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-Скандинавско  полуострво,  </w:t>
            </w:r>
            <w:r w:rsidR="006652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Јилан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  полуострво,  Норвешко море, С</w:t>
            </w:r>
            <w:r w:rsidR="006652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6652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рно  море,  Балтичко  море,  острво Исланд</w:t>
            </w:r>
          </w:p>
          <w:p w:rsidR="00665258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-Скандинавске  планине—леднички  рељеф</w:t>
            </w:r>
          </w:p>
          <w:p w:rsidR="00665258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-заливи   фјордови</w:t>
            </w:r>
          </w:p>
          <w:p w:rsidR="00665258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-клима—утицај  Северноатлантске  морске  струје</w:t>
            </w:r>
          </w:p>
          <w:p w:rsidR="00665258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-природни  ресурси:</w:t>
            </w:r>
          </w:p>
          <w:p w:rsidR="00665258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--водени  ресурси—реке</w:t>
            </w:r>
            <w:r w:rsidR="00F12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-брзе  и  кратке</w:t>
            </w:r>
          </w:p>
          <w:p w:rsidR="00665258" w:rsidRDefault="006652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језера:  Венер, Ветер,  </w:t>
            </w:r>
            <w:r w:rsidR="00F12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Сајма...</w:t>
            </w:r>
          </w:p>
          <w:p w:rsidR="00F1291F" w:rsidRDefault="00F12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--шумски  ресурси—Финска,  Шведска</w:t>
            </w:r>
          </w:p>
          <w:p w:rsidR="00F1291F" w:rsidRDefault="00F12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--морски  ресурси—риболов—Норвешка.  Исланд</w:t>
            </w:r>
          </w:p>
          <w:p w:rsidR="00F1291F" w:rsidRDefault="00F12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--минерални  ресурси—руда  гвожђа (Шведска),  нафта и  гас (Норвешка)</w:t>
            </w:r>
          </w:p>
          <w:p w:rsidR="00F1291F" w:rsidRDefault="00F12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--земљишни  ресурси—Данска</w:t>
            </w:r>
          </w:p>
          <w:p w:rsidR="00F1291F" w:rsidRPr="005F15DF" w:rsidRDefault="00F12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геотермални  ресурси—Исланд</w:t>
            </w:r>
            <w:bookmarkStart w:id="0" w:name="_GoBack"/>
            <w:bookmarkEnd w:id="0"/>
          </w:p>
        </w:tc>
      </w:tr>
      <w:tr w:rsidR="005F15DF" w:rsidRPr="003321C2" w:rsidTr="009307D5">
        <w:tc>
          <w:tcPr>
            <w:tcW w:w="9576" w:type="dxa"/>
            <w:shd w:val="clear" w:color="auto" w:fill="auto"/>
          </w:tcPr>
          <w:p w:rsidR="005F15DF" w:rsidRDefault="005F15D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</w:t>
            </w:r>
            <w:r w:rsidR="00D8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ЛУАЦИЈА 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9148D"/>
    <w:rsid w:val="001C45B5"/>
    <w:rsid w:val="001C6C13"/>
    <w:rsid w:val="001D57CA"/>
    <w:rsid w:val="002365E8"/>
    <w:rsid w:val="002408D1"/>
    <w:rsid w:val="002E0F8F"/>
    <w:rsid w:val="002E1B7E"/>
    <w:rsid w:val="002E3D0F"/>
    <w:rsid w:val="003321C2"/>
    <w:rsid w:val="00391413"/>
    <w:rsid w:val="003A4CC0"/>
    <w:rsid w:val="003A7B13"/>
    <w:rsid w:val="003E2D06"/>
    <w:rsid w:val="003F1D6D"/>
    <w:rsid w:val="0045123D"/>
    <w:rsid w:val="00466279"/>
    <w:rsid w:val="00486C32"/>
    <w:rsid w:val="004C7CD5"/>
    <w:rsid w:val="00545C96"/>
    <w:rsid w:val="005F15DF"/>
    <w:rsid w:val="005F784B"/>
    <w:rsid w:val="00605D58"/>
    <w:rsid w:val="00606767"/>
    <w:rsid w:val="00664F16"/>
    <w:rsid w:val="00665258"/>
    <w:rsid w:val="00670648"/>
    <w:rsid w:val="006C1089"/>
    <w:rsid w:val="006D5681"/>
    <w:rsid w:val="006F2937"/>
    <w:rsid w:val="007906D8"/>
    <w:rsid w:val="007C35F1"/>
    <w:rsid w:val="007E6623"/>
    <w:rsid w:val="0080459B"/>
    <w:rsid w:val="00854D2A"/>
    <w:rsid w:val="008F0F0B"/>
    <w:rsid w:val="00910F75"/>
    <w:rsid w:val="009307D5"/>
    <w:rsid w:val="00942ED0"/>
    <w:rsid w:val="0094301B"/>
    <w:rsid w:val="00962C5B"/>
    <w:rsid w:val="0096516D"/>
    <w:rsid w:val="00994BD7"/>
    <w:rsid w:val="00A17F87"/>
    <w:rsid w:val="00A23785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830AE"/>
    <w:rsid w:val="00D93068"/>
    <w:rsid w:val="00DE65D7"/>
    <w:rsid w:val="00E4334D"/>
    <w:rsid w:val="00EA38C7"/>
    <w:rsid w:val="00EC77F2"/>
    <w:rsid w:val="00F05659"/>
    <w:rsid w:val="00F1291F"/>
    <w:rsid w:val="00F137B9"/>
    <w:rsid w:val="00F57D30"/>
    <w:rsid w:val="00F62A80"/>
    <w:rsid w:val="00F97155"/>
    <w:rsid w:val="00FB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031F4-8115-488F-A488-C8F1F091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91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2020-07-02T15:51:00Z</dcterms:created>
  <dcterms:modified xsi:type="dcterms:W3CDTF">2020-07-03T11:02:00Z</dcterms:modified>
</cp:coreProperties>
</file>